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946"/>
      </w:tblGrid>
      <w:tr w:rsidR="00022FD5" w:rsidRPr="0022188E" w14:paraId="12FB974D" w14:textId="77777777" w:rsidTr="27DA8A21">
        <w:trPr>
          <w:cantSplit/>
        </w:trPr>
        <w:tc>
          <w:tcPr>
            <w:tcW w:w="9923" w:type="dxa"/>
            <w:gridSpan w:val="2"/>
            <w:vAlign w:val="center"/>
          </w:tcPr>
          <w:p w14:paraId="21867FD9" w14:textId="77777777" w:rsidR="00022FD5" w:rsidRPr="0022188E" w:rsidRDefault="00022FD5" w:rsidP="00577013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b/>
                <w:sz w:val="24"/>
                <w:szCs w:val="24"/>
                <w:lang w:eastAsia="et-EE"/>
              </w:rPr>
              <w:t>MEHITAMATA ÕHUSÕIDUKI LENNUTAMISE TAOTLUS</w:t>
            </w:r>
          </w:p>
          <w:p w14:paraId="3FE36DE4" w14:textId="77777777" w:rsidR="00022FD5" w:rsidRPr="0022188E" w:rsidRDefault="00022FD5" w:rsidP="00577013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  <w:tr w:rsidR="005F4881" w:rsidRPr="0022188E" w14:paraId="435C494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0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25C9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Taotleja andmed (nimi, isikukood, aadress, telefon, e-post)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E6E6E" w14:textId="66BD75E8" w:rsidR="005F4881" w:rsidRDefault="004B3A7A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Egert Linkmann, 39702264246,</w:t>
            </w:r>
          </w:p>
          <w:p w14:paraId="27DF46B5" w14:textId="62683DBF" w:rsidR="00B628BC" w:rsidRDefault="004B3A7A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56502880, egert.linkmann@threod.com</w:t>
            </w:r>
          </w:p>
          <w:p w14:paraId="3BA851F0" w14:textId="7E4CE81E" w:rsidR="00B628BC" w:rsidRDefault="00B628BC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EB54409">
              <w:rPr>
                <w:rFonts w:ascii="Times New Roman" w:hAnsi="Times New Roman"/>
                <w:sz w:val="24"/>
                <w:szCs w:val="24"/>
              </w:rPr>
              <w:t>Threod Systems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AS</w:t>
            </w:r>
            <w:r w:rsidRPr="5EB54409">
              <w:rPr>
                <w:rFonts w:ascii="Times New Roman" w:hAnsi="Times New Roman"/>
                <w:sz w:val="24"/>
                <w:szCs w:val="24"/>
              </w:rPr>
              <w:t>, 12323903, Kaare tee 3, Lubja küla, Viimsi vald, Harjumaa;</w:t>
            </w:r>
          </w:p>
        </w:tc>
      </w:tr>
      <w:tr w:rsidR="005F4881" w:rsidRPr="0022188E" w14:paraId="0A35F4C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90D1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Telefoni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number, millelt saab lennutaja kogu tegevuse vältel operatiivselt kätte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776F8" w14:textId="2CDF8A00" w:rsidR="000038B8" w:rsidRDefault="00DA20CE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Pr="00A54DCC">
              <w:rPr>
                <w:rFonts w:ascii="Times New Roman" w:hAnsi="Times New Roman"/>
                <w:sz w:val="24"/>
                <w:szCs w:val="24"/>
              </w:rPr>
              <w:t xml:space="preserve">372 </w:t>
            </w:r>
            <w:r>
              <w:rPr>
                <w:rFonts w:ascii="Times New Roman" w:hAnsi="Times New Roman"/>
                <w:sz w:val="24"/>
                <w:szCs w:val="24"/>
              </w:rPr>
              <w:t>5912 4911, Sakari Tali</w:t>
            </w:r>
            <w:r w:rsidR="00D8241E" w:rsidRPr="27DA8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38B8" w:rsidRPr="27DA8A21">
              <w:rPr>
                <w:rFonts w:ascii="Times New Roman" w:hAnsi="Times New Roman"/>
                <w:sz w:val="24"/>
                <w:szCs w:val="24"/>
              </w:rPr>
              <w:t>(primaarne kontakt)</w:t>
            </w:r>
          </w:p>
          <w:p w14:paraId="19EBE828" w14:textId="2677207A" w:rsidR="00C55A4F" w:rsidRDefault="00DA20CE" w:rsidP="27DA8A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</w:t>
            </w:r>
            <w:r w:rsidR="009D6DFB">
              <w:rPr>
                <w:rFonts w:ascii="Times New Roman" w:hAnsi="Times New Roman"/>
                <w:sz w:val="24"/>
                <w:szCs w:val="24"/>
              </w:rPr>
              <w:t>366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DFB">
              <w:rPr>
                <w:rFonts w:ascii="Times New Roman" w:hAnsi="Times New Roman"/>
                <w:sz w:val="24"/>
                <w:szCs w:val="24"/>
              </w:rPr>
              <w:t>6683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D6DFB">
              <w:rPr>
                <w:rFonts w:ascii="Times New Roman" w:hAnsi="Times New Roman"/>
                <w:sz w:val="24"/>
                <w:szCs w:val="24"/>
              </w:rPr>
              <w:t>Andreas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DFB">
              <w:rPr>
                <w:rFonts w:ascii="Times New Roman" w:hAnsi="Times New Roman"/>
                <w:sz w:val="24"/>
                <w:szCs w:val="24"/>
              </w:rPr>
              <w:t>Kärner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4954" w:rsidRPr="27DA8A21">
              <w:rPr>
                <w:rFonts w:ascii="Times New Roman" w:hAnsi="Times New Roman"/>
                <w:sz w:val="24"/>
                <w:szCs w:val="24"/>
              </w:rPr>
              <w:t>(sekundaarne kontakt</w:t>
            </w:r>
            <w:r w:rsidR="00710D3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F4881" w:rsidRPr="0022188E" w14:paraId="4F415480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B973" w14:textId="77777777" w:rsidR="005F4881" w:rsidRPr="0022188E" w:rsidRDefault="005F4881" w:rsidP="005F4881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</w:t>
            </w:r>
          </w:p>
          <w:p w14:paraId="1E065E1A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(maakond, linn, vald, küla)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4BF71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Järvamaa, Koigi vald</w:t>
            </w:r>
          </w:p>
        </w:tc>
      </w:tr>
      <w:tr w:rsidR="005F4881" w:rsidRPr="0022188E" w14:paraId="5910404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957C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 (geodeetilised koordinaadid, ala või punkt raadiusega)</w:t>
            </w:r>
          </w:p>
          <w:p w14:paraId="599A6780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NB! Lisada kaart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1F22A" w14:textId="198D30B4" w:rsidR="009E3594" w:rsidRDefault="00B10E94" w:rsidP="00B44AE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TSA21 lisa </w:t>
            </w:r>
            <w:r w:rsidR="009E3594">
              <w:rPr>
                <w:rFonts w:ascii="Times New Roman" w:hAnsi="Times New Roman"/>
                <w:sz w:val="24"/>
                <w:szCs w:val="24"/>
              </w:rPr>
              <w:t xml:space="preserve">Ala </w:t>
            </w:r>
            <w:r w:rsidR="009A5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8D1">
              <w:rPr>
                <w:rFonts w:ascii="Times New Roman" w:hAnsi="Times New Roman"/>
                <w:sz w:val="24"/>
                <w:szCs w:val="24"/>
              </w:rPr>
              <w:t>(koridor SW suunal):</w:t>
            </w:r>
          </w:p>
          <w:p w14:paraId="63690A6E" w14:textId="77777777" w:rsidR="005F55BB" w:rsidRDefault="005F55BB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5BB">
              <w:rPr>
                <w:rFonts w:ascii="Times New Roman" w:hAnsi="Times New Roman"/>
                <w:sz w:val="24"/>
                <w:szCs w:val="24"/>
              </w:rPr>
              <w:t>58° 45' 47" N   025° 45' 16" E</w:t>
            </w:r>
          </w:p>
          <w:p w14:paraId="42180232" w14:textId="77777777" w:rsidR="00796BB1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31' 27" N   025° 36' 15" E</w:t>
            </w:r>
          </w:p>
          <w:p w14:paraId="4CABA7D6" w14:textId="77777777" w:rsidR="00A52856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32' 02" N   025° 25' 56" E</w:t>
            </w:r>
          </w:p>
          <w:p w14:paraId="00019DD2" w14:textId="17F29121" w:rsidR="009E3594" w:rsidRPr="009E3594" w:rsidRDefault="00A52856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2856">
              <w:rPr>
                <w:rFonts w:ascii="Times New Roman" w:hAnsi="Times New Roman"/>
                <w:sz w:val="24"/>
                <w:szCs w:val="24"/>
              </w:rPr>
              <w:t>58° 47' 08" N   025° 37' 32" E</w:t>
            </w:r>
          </w:p>
        </w:tc>
      </w:tr>
      <w:tr w:rsidR="005F4881" w:rsidRPr="0022188E" w14:paraId="683F6ABA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C0F5" w14:textId="77777777" w:rsidR="005F4881" w:rsidRPr="0022188E" w:rsidRDefault="005F4881" w:rsidP="005F4881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kõrgus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A6FCA" w14:textId="4659EBA7" w:rsidR="005F4881" w:rsidRDefault="005F4881" w:rsidP="005F488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SFC </w:t>
            </w:r>
            <w:r w:rsidR="005A7299">
              <w:rPr>
                <w:rFonts w:ascii="Times New Roman" w:hAnsi="Times New Roman"/>
                <w:sz w:val="24"/>
                <w:szCs w:val="24"/>
              </w:rPr>
              <w:t xml:space="preserve">kuni lennutasand </w:t>
            </w:r>
            <w:r w:rsidR="00207F1D">
              <w:rPr>
                <w:rFonts w:ascii="Times New Roman" w:hAnsi="Times New Roman"/>
                <w:sz w:val="24"/>
                <w:szCs w:val="24"/>
              </w:rPr>
              <w:t>FL</w:t>
            </w:r>
            <w:r w:rsidR="00F54C2F">
              <w:rPr>
                <w:rFonts w:ascii="Times New Roman" w:hAnsi="Times New Roman"/>
                <w:sz w:val="24"/>
                <w:szCs w:val="24"/>
              </w:rPr>
              <w:t>0</w:t>
            </w:r>
            <w:r w:rsidR="00E22DF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5F4881" w:rsidRPr="0022188E" w14:paraId="77D2AA6F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AD5D" w14:textId="77777777" w:rsidR="00A31526" w:rsidRDefault="00A31526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63EE534F" w14:textId="52B8262F" w:rsidR="005F4881" w:rsidRPr="0022188E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ajavahemik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15E35" w14:textId="790926AC" w:rsidR="004B3A7A" w:rsidRDefault="004B4C32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F7479E">
              <w:rPr>
                <w:rFonts w:ascii="Times New Roman" w:hAnsi="Times New Roman"/>
                <w:sz w:val="24"/>
                <w:szCs w:val="24"/>
              </w:rPr>
              <w:t>.0</w:t>
            </w:r>
            <w:r w:rsidR="009E197C">
              <w:rPr>
                <w:rFonts w:ascii="Times New Roman" w:hAnsi="Times New Roman"/>
                <w:sz w:val="24"/>
                <w:szCs w:val="24"/>
              </w:rPr>
              <w:t>9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479E">
              <w:rPr>
                <w:rFonts w:ascii="Times New Roman" w:hAnsi="Times New Roman"/>
                <w:sz w:val="24"/>
                <w:szCs w:val="24"/>
              </w:rPr>
              <w:t>–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F7479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7479E">
              <w:rPr>
                <w:rFonts w:ascii="Times New Roman" w:hAnsi="Times New Roman"/>
                <w:sz w:val="24"/>
                <w:szCs w:val="24"/>
              </w:rPr>
              <w:t>.</w:t>
            </w:r>
            <w:r w:rsidR="00A56A76">
              <w:rPr>
                <w:rFonts w:ascii="Times New Roman" w:hAnsi="Times New Roman"/>
                <w:sz w:val="24"/>
                <w:szCs w:val="24"/>
              </w:rPr>
              <w:t>202</w:t>
            </w:r>
            <w:r w:rsidR="00F435E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D138B0E" w14:textId="77777777" w:rsidR="00A54DCC" w:rsidRDefault="00A54DCC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CEB2C4" w14:textId="5B1AA9EA" w:rsidR="00A56A76" w:rsidRPr="009F47A6" w:rsidRDefault="00A56A76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26A7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  <w:r w:rsidR="004B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B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26A7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:00 UTC</w:t>
            </w:r>
          </w:p>
          <w:p w14:paraId="48FEF390" w14:textId="6B46B7B1" w:rsidR="006F0AB0" w:rsidRPr="005636C3" w:rsidRDefault="006F0AB0" w:rsidP="00A3152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881" w:rsidRPr="0022188E" w14:paraId="1658503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5D55" w14:textId="77777777" w:rsidR="005F4881" w:rsidRPr="0022188E" w:rsidRDefault="005F4881" w:rsidP="005F4881">
            <w:pPr>
              <w:spacing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Tagavaraplaan lennuohutuse tagamiseks juhuks kui mehitamata õhusõiduki juhitavus kaob (kui see on olemas)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66D34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Lennuvahendil on programmeeritud automaatne maandumine stardipunkti side kaotamisel ja veaolukorra tekkimisel.</w:t>
            </w:r>
          </w:p>
        </w:tc>
      </w:tr>
      <w:tr w:rsidR="005F4881" w:rsidRPr="0022188E" w14:paraId="09E2EA57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8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00A9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eastAsia="MS Gothic" w:hAnsi="Times New Roman"/>
                <w:sz w:val="24"/>
                <w:szCs w:val="24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Kahepoolse raadioside võimekus: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      Transponder: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</w:p>
          <w:p w14:paraId="22253EB2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                           Ei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0"/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Ei   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1"/>
          </w:p>
        </w:tc>
      </w:tr>
      <w:tr w:rsidR="005F4881" w:rsidRPr="0022188E" w14:paraId="26D9CAC1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1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BD82" w14:textId="77777777" w:rsidR="005F4881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Muu oluline info</w:t>
            </w:r>
          </w:p>
          <w:p w14:paraId="2526FD05" w14:textId="77777777" w:rsidR="00B54CD6" w:rsidRPr="00B54CD6" w:rsidRDefault="00B54CD6" w:rsidP="00B54CD6">
            <w:pPr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565A8" w14:textId="3921C28B" w:rsidR="005F4881" w:rsidRPr="0022188E" w:rsidRDefault="005F4881" w:rsidP="005F488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</w:tbl>
    <w:p w14:paraId="0C441719" w14:textId="77777777" w:rsidR="00022FD5" w:rsidRPr="0022188E" w:rsidRDefault="00022FD5" w:rsidP="00022FD5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tbl>
      <w:tblPr>
        <w:tblW w:w="93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9"/>
        <w:gridCol w:w="3160"/>
      </w:tblGrid>
      <w:tr w:rsidR="00022FD5" w:rsidRPr="0022188E" w14:paraId="4AC225BE" w14:textId="77777777" w:rsidTr="27DA8A21">
        <w:trPr>
          <w:cantSplit/>
          <w:trHeight w:val="404"/>
        </w:trPr>
        <w:tc>
          <w:tcPr>
            <w:tcW w:w="6179" w:type="dxa"/>
            <w:vAlign w:val="center"/>
          </w:tcPr>
          <w:p w14:paraId="2B36CA6A" w14:textId="77777777" w:rsidR="00022FD5" w:rsidRPr="005F4881" w:rsidRDefault="00022FD5" w:rsidP="00DA7F0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Taotleja </w:t>
            </w:r>
            <w:r w:rsidR="00DA7F0B"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allkiri </w:t>
            </w:r>
            <w:r w:rsidR="00577013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 w:rsidR="005F4881">
              <w:rPr>
                <w:rFonts w:ascii="Times New Roman" w:hAnsi="Times New Roman"/>
                <w:sz w:val="24"/>
                <w:szCs w:val="24"/>
                <w:lang w:eastAsia="et-EE"/>
              </w:rPr>
              <w:t>(</w:t>
            </w:r>
            <w:r w:rsidR="005F4881">
              <w:rPr>
                <w:rFonts w:ascii="Times New Roman" w:hAnsi="Times New Roman"/>
                <w:i/>
                <w:sz w:val="24"/>
                <w:szCs w:val="24"/>
                <w:lang w:eastAsia="et-EE"/>
              </w:rPr>
              <w:t>allkirjastatud digitaalselt)</w:t>
            </w:r>
          </w:p>
        </w:tc>
        <w:tc>
          <w:tcPr>
            <w:tcW w:w="3160" w:type="dxa"/>
            <w:vAlign w:val="center"/>
          </w:tcPr>
          <w:p w14:paraId="6FFFFE0D" w14:textId="65305312" w:rsidR="00022FD5" w:rsidRPr="0022188E" w:rsidRDefault="00022FD5" w:rsidP="00022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Kuupäev</w:t>
            </w:r>
            <w:r w:rsidR="5C6B3555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="005F4881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  <w:lang w:eastAsia="et-EE"/>
                </w:rPr>
                <w:id w:val="-1767831545"/>
                <w:placeholder>
                  <w:docPart w:val="0FD939C22A70496AB7CCAAED8FFE7087"/>
                </w:placeholder>
                <w:date w:fullDate="2025-09-22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4B4C32">
                  <w:rPr>
                    <w:rFonts w:ascii="Times New Roman" w:hAnsi="Times New Roman"/>
                    <w:sz w:val="24"/>
                    <w:szCs w:val="24"/>
                    <w:lang w:eastAsia="et-EE"/>
                  </w:rPr>
                  <w:t>22.09.2025</w:t>
                </w:r>
              </w:sdtContent>
            </w:sdt>
          </w:p>
        </w:tc>
      </w:tr>
    </w:tbl>
    <w:p w14:paraId="152ECEF4" w14:textId="77777777" w:rsidR="00022FD5" w:rsidRPr="0022188E" w:rsidRDefault="00022FD5" w:rsidP="00F11EF7">
      <w:pPr>
        <w:rPr>
          <w:rFonts w:ascii="Times New Roman" w:hAnsi="Times New Roman"/>
          <w:b/>
          <w:sz w:val="24"/>
          <w:szCs w:val="24"/>
        </w:rPr>
      </w:pPr>
    </w:p>
    <w:sectPr w:rsidR="00022FD5" w:rsidRPr="0022188E" w:rsidSect="00A02F5A">
      <w:footerReference w:type="default" r:id="rId11"/>
      <w:pgSz w:w="11906" w:h="16838"/>
      <w:pgMar w:top="1560" w:right="1417" w:bottom="1417" w:left="1417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42A55" w14:textId="77777777" w:rsidR="008D541B" w:rsidRDefault="008D541B" w:rsidP="0022188E">
      <w:pPr>
        <w:spacing w:after="0" w:line="240" w:lineRule="auto"/>
      </w:pPr>
      <w:r>
        <w:separator/>
      </w:r>
    </w:p>
  </w:endnote>
  <w:endnote w:type="continuationSeparator" w:id="0">
    <w:p w14:paraId="6499AFDB" w14:textId="77777777" w:rsidR="008D541B" w:rsidRDefault="008D541B" w:rsidP="0022188E">
      <w:pPr>
        <w:spacing w:after="0" w:line="240" w:lineRule="auto"/>
      </w:pPr>
      <w:r>
        <w:continuationSeparator/>
      </w:r>
    </w:p>
  </w:endnote>
  <w:endnote w:type="continuationNotice" w:id="1">
    <w:p w14:paraId="499BB691" w14:textId="77777777" w:rsidR="008D541B" w:rsidRDefault="008D54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7F813" w14:textId="77777777" w:rsidR="0022188E" w:rsidRPr="00A02F5A" w:rsidRDefault="0022188E" w:rsidP="0022188E">
    <w:pPr>
      <w:pBdr>
        <w:bottom w:val="single" w:sz="2" w:space="0" w:color="000000"/>
      </w:pBdr>
      <w:tabs>
        <w:tab w:val="center" w:pos="4536"/>
        <w:tab w:val="right" w:pos="9639"/>
      </w:tabs>
      <w:spacing w:after="0" w:line="240" w:lineRule="auto"/>
      <w:ind w:right="-6"/>
      <w:rPr>
        <w:rFonts w:ascii="Times New Roman" w:hAnsi="Times New Roman"/>
        <w:noProof/>
        <w:sz w:val="20"/>
        <w:szCs w:val="24"/>
      </w:rPr>
    </w:pPr>
    <w:r w:rsidRPr="00A02F5A">
      <w:rPr>
        <w:rFonts w:ascii="Times New Roman" w:hAnsi="Times New Roman"/>
        <w:bCs/>
        <w:sz w:val="20"/>
      </w:rPr>
      <w:t>LENNUAMET</w:t>
    </w:r>
    <w:r w:rsidRPr="00A02F5A">
      <w:rPr>
        <w:rFonts w:ascii="Times New Roman" w:hAnsi="Times New Roman"/>
        <w:bCs/>
        <w:sz w:val="20"/>
      </w:rPr>
      <w:tab/>
      <w:t xml:space="preserve">Vorm  VA </w:t>
    </w:r>
    <w:r w:rsidR="001932A8" w:rsidRPr="00A02F5A">
      <w:rPr>
        <w:rFonts w:ascii="Times New Roman" w:hAnsi="Times New Roman"/>
        <w:bCs/>
        <w:sz w:val="20"/>
      </w:rPr>
      <w:t>562</w:t>
    </w:r>
    <w:r w:rsidRPr="00A02F5A">
      <w:rPr>
        <w:rFonts w:ascii="Times New Roman" w:hAnsi="Times New Roman"/>
        <w:bCs/>
        <w:sz w:val="20"/>
      </w:rPr>
      <w:t>-1/V1</w:t>
    </w:r>
    <w:r w:rsidRPr="00A02F5A">
      <w:rPr>
        <w:rFonts w:ascii="Times New Roman" w:hAnsi="Times New Roman"/>
        <w:bCs/>
        <w:sz w:val="20"/>
      </w:rPr>
      <w:tab/>
      <w:t xml:space="preserve">         Leht 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PAGE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  <w:r w:rsidRPr="00A02F5A">
      <w:rPr>
        <w:rFonts w:ascii="Times New Roman" w:hAnsi="Times New Roman"/>
        <w:sz w:val="20"/>
        <w:lang w:eastAsia="et-EE"/>
      </w:rPr>
      <w:t>/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NUMPAGES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</w:p>
  <w:p w14:paraId="1914AAE6" w14:textId="77777777" w:rsidR="0022188E" w:rsidRPr="00A02F5A" w:rsidRDefault="00A02F5A" w:rsidP="0022188E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18"/>
        <w:szCs w:val="24"/>
        <w:lang w:eastAsia="zh-CN" w:bidi="hi-IN"/>
      </w:rPr>
    </w:pPr>
    <w:r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Lõõtsa 5 / 11415 Tallinn / 610 3500 / ecaa</w:t>
    </w:r>
    <w:r w:rsidR="0022188E"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@ecaa.ee / www.ecaa.ee</w:t>
    </w:r>
  </w:p>
  <w:p w14:paraId="48ED03A9" w14:textId="77777777" w:rsidR="0022188E" w:rsidRPr="00A02F5A" w:rsidRDefault="00A02F5A" w:rsidP="00A02F5A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20"/>
        <w:szCs w:val="24"/>
        <w:lang w:eastAsia="zh-CN" w:bidi="hi-IN"/>
      </w:rPr>
    </w:pPr>
    <w:r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Registrikood 70000800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C08C7" w14:textId="77777777" w:rsidR="008D541B" w:rsidRDefault="008D541B" w:rsidP="0022188E">
      <w:pPr>
        <w:spacing w:after="0" w:line="240" w:lineRule="auto"/>
      </w:pPr>
      <w:r>
        <w:separator/>
      </w:r>
    </w:p>
  </w:footnote>
  <w:footnote w:type="continuationSeparator" w:id="0">
    <w:p w14:paraId="2BE5FDCD" w14:textId="77777777" w:rsidR="008D541B" w:rsidRDefault="008D541B" w:rsidP="0022188E">
      <w:pPr>
        <w:spacing w:after="0" w:line="240" w:lineRule="auto"/>
      </w:pPr>
      <w:r>
        <w:continuationSeparator/>
      </w:r>
    </w:p>
  </w:footnote>
  <w:footnote w:type="continuationNotice" w:id="1">
    <w:p w14:paraId="787F8E87" w14:textId="77777777" w:rsidR="008D541B" w:rsidRDefault="008D541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3027"/>
    <w:multiLevelType w:val="singleLevel"/>
    <w:tmpl w:val="FAD2DE0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EEC79B5"/>
    <w:multiLevelType w:val="hybridMultilevel"/>
    <w:tmpl w:val="C83421D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6C7724"/>
    <w:multiLevelType w:val="hybridMultilevel"/>
    <w:tmpl w:val="FFFFFFFF"/>
    <w:lvl w:ilvl="0" w:tplc="C102E738">
      <w:start w:val="1"/>
      <w:numFmt w:val="decimal"/>
      <w:lvlText w:val="%1."/>
      <w:lvlJc w:val="left"/>
      <w:pPr>
        <w:ind w:left="720" w:hanging="360"/>
      </w:pPr>
    </w:lvl>
    <w:lvl w:ilvl="1" w:tplc="FD02F438">
      <w:start w:val="1"/>
      <w:numFmt w:val="lowerLetter"/>
      <w:lvlText w:val="%2."/>
      <w:lvlJc w:val="left"/>
      <w:pPr>
        <w:ind w:left="1440" w:hanging="360"/>
      </w:pPr>
    </w:lvl>
    <w:lvl w:ilvl="2" w:tplc="B46C1894">
      <w:start w:val="1"/>
      <w:numFmt w:val="lowerRoman"/>
      <w:lvlText w:val="%3."/>
      <w:lvlJc w:val="right"/>
      <w:pPr>
        <w:ind w:left="2160" w:hanging="180"/>
      </w:pPr>
    </w:lvl>
    <w:lvl w:ilvl="3" w:tplc="480078EA">
      <w:start w:val="1"/>
      <w:numFmt w:val="decimal"/>
      <w:lvlText w:val="%4."/>
      <w:lvlJc w:val="left"/>
      <w:pPr>
        <w:ind w:left="2880" w:hanging="360"/>
      </w:pPr>
    </w:lvl>
    <w:lvl w:ilvl="4" w:tplc="2AD6B386">
      <w:start w:val="1"/>
      <w:numFmt w:val="lowerLetter"/>
      <w:lvlText w:val="%5."/>
      <w:lvlJc w:val="left"/>
      <w:pPr>
        <w:ind w:left="3600" w:hanging="360"/>
      </w:pPr>
    </w:lvl>
    <w:lvl w:ilvl="5" w:tplc="C32268CC">
      <w:start w:val="1"/>
      <w:numFmt w:val="lowerRoman"/>
      <w:lvlText w:val="%6."/>
      <w:lvlJc w:val="right"/>
      <w:pPr>
        <w:ind w:left="4320" w:hanging="180"/>
      </w:pPr>
    </w:lvl>
    <w:lvl w:ilvl="6" w:tplc="F0A0B5B4">
      <w:start w:val="1"/>
      <w:numFmt w:val="decimal"/>
      <w:lvlText w:val="%7."/>
      <w:lvlJc w:val="left"/>
      <w:pPr>
        <w:ind w:left="5040" w:hanging="360"/>
      </w:pPr>
    </w:lvl>
    <w:lvl w:ilvl="7" w:tplc="67EA16C0">
      <w:start w:val="1"/>
      <w:numFmt w:val="lowerLetter"/>
      <w:lvlText w:val="%8."/>
      <w:lvlJc w:val="left"/>
      <w:pPr>
        <w:ind w:left="5760" w:hanging="360"/>
      </w:pPr>
    </w:lvl>
    <w:lvl w:ilvl="8" w:tplc="360835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133B5"/>
    <w:multiLevelType w:val="hybridMultilevel"/>
    <w:tmpl w:val="FFFFFFFF"/>
    <w:lvl w:ilvl="0" w:tplc="A316F554">
      <w:start w:val="1"/>
      <w:numFmt w:val="decimal"/>
      <w:lvlText w:val="%1."/>
      <w:lvlJc w:val="left"/>
      <w:pPr>
        <w:ind w:left="720" w:hanging="360"/>
      </w:pPr>
    </w:lvl>
    <w:lvl w:ilvl="1" w:tplc="5B5C4816">
      <w:start w:val="1"/>
      <w:numFmt w:val="lowerLetter"/>
      <w:lvlText w:val="%2."/>
      <w:lvlJc w:val="left"/>
      <w:pPr>
        <w:ind w:left="1440" w:hanging="360"/>
      </w:pPr>
    </w:lvl>
    <w:lvl w:ilvl="2" w:tplc="F3BAC228">
      <w:start w:val="1"/>
      <w:numFmt w:val="lowerRoman"/>
      <w:lvlText w:val="%3."/>
      <w:lvlJc w:val="right"/>
      <w:pPr>
        <w:ind w:left="2160" w:hanging="180"/>
      </w:pPr>
    </w:lvl>
    <w:lvl w:ilvl="3" w:tplc="F76EE3AE">
      <w:start w:val="1"/>
      <w:numFmt w:val="decimal"/>
      <w:lvlText w:val="%4."/>
      <w:lvlJc w:val="left"/>
      <w:pPr>
        <w:ind w:left="2880" w:hanging="360"/>
      </w:pPr>
    </w:lvl>
    <w:lvl w:ilvl="4" w:tplc="4FC6DFBA">
      <w:start w:val="1"/>
      <w:numFmt w:val="lowerLetter"/>
      <w:lvlText w:val="%5."/>
      <w:lvlJc w:val="left"/>
      <w:pPr>
        <w:ind w:left="3600" w:hanging="360"/>
      </w:pPr>
    </w:lvl>
    <w:lvl w:ilvl="5" w:tplc="63EA7232">
      <w:start w:val="1"/>
      <w:numFmt w:val="lowerRoman"/>
      <w:lvlText w:val="%6."/>
      <w:lvlJc w:val="right"/>
      <w:pPr>
        <w:ind w:left="4320" w:hanging="180"/>
      </w:pPr>
    </w:lvl>
    <w:lvl w:ilvl="6" w:tplc="6B6C9DD0">
      <w:start w:val="1"/>
      <w:numFmt w:val="decimal"/>
      <w:lvlText w:val="%7."/>
      <w:lvlJc w:val="left"/>
      <w:pPr>
        <w:ind w:left="5040" w:hanging="360"/>
      </w:pPr>
    </w:lvl>
    <w:lvl w:ilvl="7" w:tplc="A7ACDAAE">
      <w:start w:val="1"/>
      <w:numFmt w:val="lowerLetter"/>
      <w:lvlText w:val="%8."/>
      <w:lvlJc w:val="left"/>
      <w:pPr>
        <w:ind w:left="5760" w:hanging="360"/>
      </w:pPr>
    </w:lvl>
    <w:lvl w:ilvl="8" w:tplc="CB2C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F2BE3"/>
    <w:multiLevelType w:val="hybridMultilevel"/>
    <w:tmpl w:val="FFFFFFFF"/>
    <w:lvl w:ilvl="0" w:tplc="AB7AFD2E">
      <w:start w:val="1"/>
      <w:numFmt w:val="decimal"/>
      <w:lvlText w:val="%1."/>
      <w:lvlJc w:val="left"/>
      <w:pPr>
        <w:ind w:left="720" w:hanging="360"/>
      </w:pPr>
    </w:lvl>
    <w:lvl w:ilvl="1" w:tplc="7A126EA6">
      <w:start w:val="1"/>
      <w:numFmt w:val="lowerLetter"/>
      <w:lvlText w:val="%2."/>
      <w:lvlJc w:val="left"/>
      <w:pPr>
        <w:ind w:left="1440" w:hanging="360"/>
      </w:pPr>
    </w:lvl>
    <w:lvl w:ilvl="2" w:tplc="5380DD1E">
      <w:start w:val="1"/>
      <w:numFmt w:val="lowerRoman"/>
      <w:lvlText w:val="%3."/>
      <w:lvlJc w:val="right"/>
      <w:pPr>
        <w:ind w:left="2160" w:hanging="180"/>
      </w:pPr>
    </w:lvl>
    <w:lvl w:ilvl="3" w:tplc="8BAA8662">
      <w:start w:val="1"/>
      <w:numFmt w:val="decimal"/>
      <w:lvlText w:val="%4."/>
      <w:lvlJc w:val="left"/>
      <w:pPr>
        <w:ind w:left="2880" w:hanging="360"/>
      </w:pPr>
    </w:lvl>
    <w:lvl w:ilvl="4" w:tplc="BD944DB6">
      <w:start w:val="1"/>
      <w:numFmt w:val="lowerLetter"/>
      <w:lvlText w:val="%5."/>
      <w:lvlJc w:val="left"/>
      <w:pPr>
        <w:ind w:left="3600" w:hanging="360"/>
      </w:pPr>
    </w:lvl>
    <w:lvl w:ilvl="5" w:tplc="BDA6305C">
      <w:start w:val="1"/>
      <w:numFmt w:val="lowerRoman"/>
      <w:lvlText w:val="%6."/>
      <w:lvlJc w:val="right"/>
      <w:pPr>
        <w:ind w:left="4320" w:hanging="180"/>
      </w:pPr>
    </w:lvl>
    <w:lvl w:ilvl="6" w:tplc="8244DA68">
      <w:start w:val="1"/>
      <w:numFmt w:val="decimal"/>
      <w:lvlText w:val="%7."/>
      <w:lvlJc w:val="left"/>
      <w:pPr>
        <w:ind w:left="5040" w:hanging="360"/>
      </w:pPr>
    </w:lvl>
    <w:lvl w:ilvl="7" w:tplc="60061A54">
      <w:start w:val="1"/>
      <w:numFmt w:val="lowerLetter"/>
      <w:lvlText w:val="%8."/>
      <w:lvlJc w:val="left"/>
      <w:pPr>
        <w:ind w:left="5760" w:hanging="360"/>
      </w:pPr>
    </w:lvl>
    <w:lvl w:ilvl="8" w:tplc="5A2265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31C36"/>
    <w:multiLevelType w:val="hybridMultilevel"/>
    <w:tmpl w:val="FFFFFFFF"/>
    <w:lvl w:ilvl="0" w:tplc="1438EA24">
      <w:start w:val="1"/>
      <w:numFmt w:val="decimal"/>
      <w:lvlText w:val="%1."/>
      <w:lvlJc w:val="left"/>
      <w:pPr>
        <w:ind w:left="720" w:hanging="360"/>
      </w:pPr>
    </w:lvl>
    <w:lvl w:ilvl="1" w:tplc="F7C2776E">
      <w:start w:val="1"/>
      <w:numFmt w:val="lowerLetter"/>
      <w:lvlText w:val="%2."/>
      <w:lvlJc w:val="left"/>
      <w:pPr>
        <w:ind w:left="1440" w:hanging="360"/>
      </w:pPr>
    </w:lvl>
    <w:lvl w:ilvl="2" w:tplc="4880EE26">
      <w:start w:val="1"/>
      <w:numFmt w:val="lowerRoman"/>
      <w:lvlText w:val="%3."/>
      <w:lvlJc w:val="right"/>
      <w:pPr>
        <w:ind w:left="2160" w:hanging="180"/>
      </w:pPr>
    </w:lvl>
    <w:lvl w:ilvl="3" w:tplc="C6F2BC32">
      <w:start w:val="1"/>
      <w:numFmt w:val="decimal"/>
      <w:lvlText w:val="%4."/>
      <w:lvlJc w:val="left"/>
      <w:pPr>
        <w:ind w:left="2880" w:hanging="360"/>
      </w:pPr>
    </w:lvl>
    <w:lvl w:ilvl="4" w:tplc="707480FA">
      <w:start w:val="1"/>
      <w:numFmt w:val="lowerLetter"/>
      <w:lvlText w:val="%5."/>
      <w:lvlJc w:val="left"/>
      <w:pPr>
        <w:ind w:left="3600" w:hanging="360"/>
      </w:pPr>
    </w:lvl>
    <w:lvl w:ilvl="5" w:tplc="7368D408">
      <w:start w:val="1"/>
      <w:numFmt w:val="lowerRoman"/>
      <w:lvlText w:val="%6."/>
      <w:lvlJc w:val="right"/>
      <w:pPr>
        <w:ind w:left="4320" w:hanging="180"/>
      </w:pPr>
    </w:lvl>
    <w:lvl w:ilvl="6" w:tplc="ADA4E2A6">
      <w:start w:val="1"/>
      <w:numFmt w:val="decimal"/>
      <w:lvlText w:val="%7."/>
      <w:lvlJc w:val="left"/>
      <w:pPr>
        <w:ind w:left="5040" w:hanging="360"/>
      </w:pPr>
    </w:lvl>
    <w:lvl w:ilvl="7" w:tplc="9B00E62A">
      <w:start w:val="1"/>
      <w:numFmt w:val="lowerLetter"/>
      <w:lvlText w:val="%8."/>
      <w:lvlJc w:val="left"/>
      <w:pPr>
        <w:ind w:left="5760" w:hanging="360"/>
      </w:pPr>
    </w:lvl>
    <w:lvl w:ilvl="8" w:tplc="61D0EA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A0303"/>
    <w:multiLevelType w:val="hybridMultilevel"/>
    <w:tmpl w:val="8B8E68B8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4E6873"/>
    <w:multiLevelType w:val="hybridMultilevel"/>
    <w:tmpl w:val="FFFFFFFF"/>
    <w:lvl w:ilvl="0" w:tplc="B39C14B8">
      <w:start w:val="1"/>
      <w:numFmt w:val="decimal"/>
      <w:lvlText w:val="%1."/>
      <w:lvlJc w:val="left"/>
      <w:pPr>
        <w:ind w:left="720" w:hanging="360"/>
      </w:pPr>
    </w:lvl>
    <w:lvl w:ilvl="1" w:tplc="155E3B78">
      <w:start w:val="1"/>
      <w:numFmt w:val="lowerLetter"/>
      <w:lvlText w:val="%2."/>
      <w:lvlJc w:val="left"/>
      <w:pPr>
        <w:ind w:left="1440" w:hanging="360"/>
      </w:pPr>
    </w:lvl>
    <w:lvl w:ilvl="2" w:tplc="FF12FAD8">
      <w:start w:val="1"/>
      <w:numFmt w:val="lowerRoman"/>
      <w:lvlText w:val="%3."/>
      <w:lvlJc w:val="right"/>
      <w:pPr>
        <w:ind w:left="2160" w:hanging="180"/>
      </w:pPr>
    </w:lvl>
    <w:lvl w:ilvl="3" w:tplc="F38E1154">
      <w:start w:val="1"/>
      <w:numFmt w:val="decimal"/>
      <w:lvlText w:val="%4."/>
      <w:lvlJc w:val="left"/>
      <w:pPr>
        <w:ind w:left="2880" w:hanging="360"/>
      </w:pPr>
    </w:lvl>
    <w:lvl w:ilvl="4" w:tplc="FF90DDD2">
      <w:start w:val="1"/>
      <w:numFmt w:val="lowerLetter"/>
      <w:lvlText w:val="%5."/>
      <w:lvlJc w:val="left"/>
      <w:pPr>
        <w:ind w:left="3600" w:hanging="360"/>
      </w:pPr>
    </w:lvl>
    <w:lvl w:ilvl="5" w:tplc="4BE896B6">
      <w:start w:val="1"/>
      <w:numFmt w:val="lowerRoman"/>
      <w:lvlText w:val="%6."/>
      <w:lvlJc w:val="right"/>
      <w:pPr>
        <w:ind w:left="4320" w:hanging="180"/>
      </w:pPr>
    </w:lvl>
    <w:lvl w:ilvl="6" w:tplc="2FA2E9CC">
      <w:start w:val="1"/>
      <w:numFmt w:val="decimal"/>
      <w:lvlText w:val="%7."/>
      <w:lvlJc w:val="left"/>
      <w:pPr>
        <w:ind w:left="5040" w:hanging="360"/>
      </w:pPr>
    </w:lvl>
    <w:lvl w:ilvl="7" w:tplc="C09473C0">
      <w:start w:val="1"/>
      <w:numFmt w:val="lowerLetter"/>
      <w:lvlText w:val="%8."/>
      <w:lvlJc w:val="left"/>
      <w:pPr>
        <w:ind w:left="5760" w:hanging="360"/>
      </w:pPr>
    </w:lvl>
    <w:lvl w:ilvl="8" w:tplc="F07A1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32A71"/>
    <w:multiLevelType w:val="hybridMultilevel"/>
    <w:tmpl w:val="C0BEE1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0078B4"/>
    <w:multiLevelType w:val="hybridMultilevel"/>
    <w:tmpl w:val="FFFFFFFF"/>
    <w:lvl w:ilvl="0" w:tplc="D6CA8508">
      <w:start w:val="1"/>
      <w:numFmt w:val="decimal"/>
      <w:lvlText w:val="%1."/>
      <w:lvlJc w:val="left"/>
      <w:pPr>
        <w:ind w:left="720" w:hanging="360"/>
      </w:pPr>
    </w:lvl>
    <w:lvl w:ilvl="1" w:tplc="12106008">
      <w:start w:val="1"/>
      <w:numFmt w:val="lowerLetter"/>
      <w:lvlText w:val="%2."/>
      <w:lvlJc w:val="left"/>
      <w:pPr>
        <w:ind w:left="1440" w:hanging="360"/>
      </w:pPr>
    </w:lvl>
    <w:lvl w:ilvl="2" w:tplc="77FA0E70">
      <w:start w:val="1"/>
      <w:numFmt w:val="lowerRoman"/>
      <w:lvlText w:val="%3."/>
      <w:lvlJc w:val="right"/>
      <w:pPr>
        <w:ind w:left="2160" w:hanging="180"/>
      </w:pPr>
    </w:lvl>
    <w:lvl w:ilvl="3" w:tplc="5320499C">
      <w:start w:val="1"/>
      <w:numFmt w:val="decimal"/>
      <w:lvlText w:val="%4."/>
      <w:lvlJc w:val="left"/>
      <w:pPr>
        <w:ind w:left="2880" w:hanging="360"/>
      </w:pPr>
    </w:lvl>
    <w:lvl w:ilvl="4" w:tplc="4E22E8C6">
      <w:start w:val="1"/>
      <w:numFmt w:val="lowerLetter"/>
      <w:lvlText w:val="%5."/>
      <w:lvlJc w:val="left"/>
      <w:pPr>
        <w:ind w:left="3600" w:hanging="360"/>
      </w:pPr>
    </w:lvl>
    <w:lvl w:ilvl="5" w:tplc="A1B6435E">
      <w:start w:val="1"/>
      <w:numFmt w:val="lowerRoman"/>
      <w:lvlText w:val="%6."/>
      <w:lvlJc w:val="right"/>
      <w:pPr>
        <w:ind w:left="4320" w:hanging="180"/>
      </w:pPr>
    </w:lvl>
    <w:lvl w:ilvl="6" w:tplc="C3B0B6CE">
      <w:start w:val="1"/>
      <w:numFmt w:val="decimal"/>
      <w:lvlText w:val="%7."/>
      <w:lvlJc w:val="left"/>
      <w:pPr>
        <w:ind w:left="5040" w:hanging="360"/>
      </w:pPr>
    </w:lvl>
    <w:lvl w:ilvl="7" w:tplc="6C28A878">
      <w:start w:val="1"/>
      <w:numFmt w:val="lowerLetter"/>
      <w:lvlText w:val="%8."/>
      <w:lvlJc w:val="left"/>
      <w:pPr>
        <w:ind w:left="5760" w:hanging="360"/>
      </w:pPr>
    </w:lvl>
    <w:lvl w:ilvl="8" w:tplc="89A298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C3FE2"/>
    <w:multiLevelType w:val="hybridMultilevel"/>
    <w:tmpl w:val="FFFFFFFF"/>
    <w:lvl w:ilvl="0" w:tplc="E4CAA37E">
      <w:start w:val="1"/>
      <w:numFmt w:val="decimal"/>
      <w:lvlText w:val="%1."/>
      <w:lvlJc w:val="left"/>
      <w:pPr>
        <w:ind w:left="720" w:hanging="360"/>
      </w:pPr>
    </w:lvl>
    <w:lvl w:ilvl="1" w:tplc="B11E63D8">
      <w:start w:val="1"/>
      <w:numFmt w:val="lowerLetter"/>
      <w:lvlText w:val="%2."/>
      <w:lvlJc w:val="left"/>
      <w:pPr>
        <w:ind w:left="1440" w:hanging="360"/>
      </w:pPr>
    </w:lvl>
    <w:lvl w:ilvl="2" w:tplc="D9DEA4FC">
      <w:start w:val="1"/>
      <w:numFmt w:val="lowerRoman"/>
      <w:lvlText w:val="%3."/>
      <w:lvlJc w:val="right"/>
      <w:pPr>
        <w:ind w:left="2160" w:hanging="180"/>
      </w:pPr>
    </w:lvl>
    <w:lvl w:ilvl="3" w:tplc="0248F430">
      <w:start w:val="1"/>
      <w:numFmt w:val="decimal"/>
      <w:lvlText w:val="%4."/>
      <w:lvlJc w:val="left"/>
      <w:pPr>
        <w:ind w:left="2880" w:hanging="360"/>
      </w:pPr>
    </w:lvl>
    <w:lvl w:ilvl="4" w:tplc="78E69418">
      <w:start w:val="1"/>
      <w:numFmt w:val="lowerLetter"/>
      <w:lvlText w:val="%5."/>
      <w:lvlJc w:val="left"/>
      <w:pPr>
        <w:ind w:left="3600" w:hanging="360"/>
      </w:pPr>
    </w:lvl>
    <w:lvl w:ilvl="5" w:tplc="C58C0D0C">
      <w:start w:val="1"/>
      <w:numFmt w:val="lowerRoman"/>
      <w:lvlText w:val="%6."/>
      <w:lvlJc w:val="right"/>
      <w:pPr>
        <w:ind w:left="4320" w:hanging="180"/>
      </w:pPr>
    </w:lvl>
    <w:lvl w:ilvl="6" w:tplc="C7D24976">
      <w:start w:val="1"/>
      <w:numFmt w:val="decimal"/>
      <w:lvlText w:val="%7."/>
      <w:lvlJc w:val="left"/>
      <w:pPr>
        <w:ind w:left="5040" w:hanging="360"/>
      </w:pPr>
    </w:lvl>
    <w:lvl w:ilvl="7" w:tplc="C31C82E6">
      <w:start w:val="1"/>
      <w:numFmt w:val="lowerLetter"/>
      <w:lvlText w:val="%8."/>
      <w:lvlJc w:val="left"/>
      <w:pPr>
        <w:ind w:left="5760" w:hanging="360"/>
      </w:pPr>
    </w:lvl>
    <w:lvl w:ilvl="8" w:tplc="3CCE3F7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85953"/>
    <w:multiLevelType w:val="hybridMultilevel"/>
    <w:tmpl w:val="FFFFFFFF"/>
    <w:lvl w:ilvl="0" w:tplc="12521C1A">
      <w:start w:val="1"/>
      <w:numFmt w:val="decimal"/>
      <w:lvlText w:val="%1."/>
      <w:lvlJc w:val="left"/>
      <w:pPr>
        <w:ind w:left="720" w:hanging="360"/>
      </w:pPr>
    </w:lvl>
    <w:lvl w:ilvl="1" w:tplc="5C0CC358">
      <w:start w:val="1"/>
      <w:numFmt w:val="lowerLetter"/>
      <w:lvlText w:val="%2."/>
      <w:lvlJc w:val="left"/>
      <w:pPr>
        <w:ind w:left="1440" w:hanging="360"/>
      </w:pPr>
    </w:lvl>
    <w:lvl w:ilvl="2" w:tplc="B540D8C6">
      <w:start w:val="1"/>
      <w:numFmt w:val="lowerRoman"/>
      <w:lvlText w:val="%3."/>
      <w:lvlJc w:val="right"/>
      <w:pPr>
        <w:ind w:left="2160" w:hanging="180"/>
      </w:pPr>
    </w:lvl>
    <w:lvl w:ilvl="3" w:tplc="D30E80F4">
      <w:start w:val="1"/>
      <w:numFmt w:val="decimal"/>
      <w:lvlText w:val="%4."/>
      <w:lvlJc w:val="left"/>
      <w:pPr>
        <w:ind w:left="2880" w:hanging="360"/>
      </w:pPr>
    </w:lvl>
    <w:lvl w:ilvl="4" w:tplc="B7B8B29A">
      <w:start w:val="1"/>
      <w:numFmt w:val="lowerLetter"/>
      <w:lvlText w:val="%5."/>
      <w:lvlJc w:val="left"/>
      <w:pPr>
        <w:ind w:left="3600" w:hanging="360"/>
      </w:pPr>
    </w:lvl>
    <w:lvl w:ilvl="5" w:tplc="711CC5F6">
      <w:start w:val="1"/>
      <w:numFmt w:val="lowerRoman"/>
      <w:lvlText w:val="%6."/>
      <w:lvlJc w:val="right"/>
      <w:pPr>
        <w:ind w:left="4320" w:hanging="180"/>
      </w:pPr>
    </w:lvl>
    <w:lvl w:ilvl="6" w:tplc="EC8C7F9E">
      <w:start w:val="1"/>
      <w:numFmt w:val="decimal"/>
      <w:lvlText w:val="%7."/>
      <w:lvlJc w:val="left"/>
      <w:pPr>
        <w:ind w:left="5040" w:hanging="360"/>
      </w:pPr>
    </w:lvl>
    <w:lvl w:ilvl="7" w:tplc="4C00F1FA">
      <w:start w:val="1"/>
      <w:numFmt w:val="lowerLetter"/>
      <w:lvlText w:val="%8."/>
      <w:lvlJc w:val="left"/>
      <w:pPr>
        <w:ind w:left="5760" w:hanging="360"/>
      </w:pPr>
    </w:lvl>
    <w:lvl w:ilvl="8" w:tplc="BBAC5F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B2876"/>
    <w:multiLevelType w:val="hybridMultilevel"/>
    <w:tmpl w:val="FFFFFFFF"/>
    <w:lvl w:ilvl="0" w:tplc="D660AFDA">
      <w:start w:val="1"/>
      <w:numFmt w:val="decimal"/>
      <w:lvlText w:val="%1."/>
      <w:lvlJc w:val="left"/>
      <w:pPr>
        <w:ind w:left="720" w:hanging="360"/>
      </w:pPr>
    </w:lvl>
    <w:lvl w:ilvl="1" w:tplc="D616C59E">
      <w:start w:val="1"/>
      <w:numFmt w:val="lowerLetter"/>
      <w:lvlText w:val="%2."/>
      <w:lvlJc w:val="left"/>
      <w:pPr>
        <w:ind w:left="1440" w:hanging="360"/>
      </w:pPr>
    </w:lvl>
    <w:lvl w:ilvl="2" w:tplc="C706BF26">
      <w:start w:val="1"/>
      <w:numFmt w:val="lowerRoman"/>
      <w:lvlText w:val="%3."/>
      <w:lvlJc w:val="right"/>
      <w:pPr>
        <w:ind w:left="2160" w:hanging="180"/>
      </w:pPr>
    </w:lvl>
    <w:lvl w:ilvl="3" w:tplc="B9F692E6">
      <w:start w:val="1"/>
      <w:numFmt w:val="decimal"/>
      <w:lvlText w:val="%4."/>
      <w:lvlJc w:val="left"/>
      <w:pPr>
        <w:ind w:left="2880" w:hanging="360"/>
      </w:pPr>
    </w:lvl>
    <w:lvl w:ilvl="4" w:tplc="1108DC92">
      <w:start w:val="1"/>
      <w:numFmt w:val="lowerLetter"/>
      <w:lvlText w:val="%5."/>
      <w:lvlJc w:val="left"/>
      <w:pPr>
        <w:ind w:left="3600" w:hanging="360"/>
      </w:pPr>
    </w:lvl>
    <w:lvl w:ilvl="5" w:tplc="80E0A50A">
      <w:start w:val="1"/>
      <w:numFmt w:val="lowerRoman"/>
      <w:lvlText w:val="%6."/>
      <w:lvlJc w:val="right"/>
      <w:pPr>
        <w:ind w:left="4320" w:hanging="180"/>
      </w:pPr>
    </w:lvl>
    <w:lvl w:ilvl="6" w:tplc="FA540ECE">
      <w:start w:val="1"/>
      <w:numFmt w:val="decimal"/>
      <w:lvlText w:val="%7."/>
      <w:lvlJc w:val="left"/>
      <w:pPr>
        <w:ind w:left="5040" w:hanging="360"/>
      </w:pPr>
    </w:lvl>
    <w:lvl w:ilvl="7" w:tplc="6966EA5E">
      <w:start w:val="1"/>
      <w:numFmt w:val="lowerLetter"/>
      <w:lvlText w:val="%8."/>
      <w:lvlJc w:val="left"/>
      <w:pPr>
        <w:ind w:left="5760" w:hanging="360"/>
      </w:pPr>
    </w:lvl>
    <w:lvl w:ilvl="8" w:tplc="AA5E66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43DAE"/>
    <w:multiLevelType w:val="hybridMultilevel"/>
    <w:tmpl w:val="E6306E1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B87D1D"/>
    <w:multiLevelType w:val="hybridMultilevel"/>
    <w:tmpl w:val="FFFFFFFF"/>
    <w:lvl w:ilvl="0" w:tplc="4CE8F0A0">
      <w:start w:val="1"/>
      <w:numFmt w:val="decimal"/>
      <w:lvlText w:val="%1."/>
      <w:lvlJc w:val="left"/>
      <w:pPr>
        <w:ind w:left="720" w:hanging="360"/>
      </w:pPr>
    </w:lvl>
    <w:lvl w:ilvl="1" w:tplc="F0EE7ADE">
      <w:start w:val="1"/>
      <w:numFmt w:val="lowerLetter"/>
      <w:lvlText w:val="%2."/>
      <w:lvlJc w:val="left"/>
      <w:pPr>
        <w:ind w:left="1440" w:hanging="360"/>
      </w:pPr>
    </w:lvl>
    <w:lvl w:ilvl="2" w:tplc="1688D592">
      <w:start w:val="1"/>
      <w:numFmt w:val="lowerRoman"/>
      <w:lvlText w:val="%3."/>
      <w:lvlJc w:val="right"/>
      <w:pPr>
        <w:ind w:left="2160" w:hanging="180"/>
      </w:pPr>
    </w:lvl>
    <w:lvl w:ilvl="3" w:tplc="BB0683D8">
      <w:start w:val="1"/>
      <w:numFmt w:val="decimal"/>
      <w:lvlText w:val="%4."/>
      <w:lvlJc w:val="left"/>
      <w:pPr>
        <w:ind w:left="2880" w:hanging="360"/>
      </w:pPr>
    </w:lvl>
    <w:lvl w:ilvl="4" w:tplc="975C1DE8">
      <w:start w:val="1"/>
      <w:numFmt w:val="lowerLetter"/>
      <w:lvlText w:val="%5."/>
      <w:lvlJc w:val="left"/>
      <w:pPr>
        <w:ind w:left="3600" w:hanging="360"/>
      </w:pPr>
    </w:lvl>
    <w:lvl w:ilvl="5" w:tplc="A330F9A6">
      <w:start w:val="1"/>
      <w:numFmt w:val="lowerRoman"/>
      <w:lvlText w:val="%6."/>
      <w:lvlJc w:val="right"/>
      <w:pPr>
        <w:ind w:left="4320" w:hanging="180"/>
      </w:pPr>
    </w:lvl>
    <w:lvl w:ilvl="6" w:tplc="0ADACB4A">
      <w:start w:val="1"/>
      <w:numFmt w:val="decimal"/>
      <w:lvlText w:val="%7."/>
      <w:lvlJc w:val="left"/>
      <w:pPr>
        <w:ind w:left="5040" w:hanging="360"/>
      </w:pPr>
    </w:lvl>
    <w:lvl w:ilvl="7" w:tplc="688E9124">
      <w:start w:val="1"/>
      <w:numFmt w:val="lowerLetter"/>
      <w:lvlText w:val="%8."/>
      <w:lvlJc w:val="left"/>
      <w:pPr>
        <w:ind w:left="5760" w:hanging="360"/>
      </w:pPr>
    </w:lvl>
    <w:lvl w:ilvl="8" w:tplc="7F90369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E43DC"/>
    <w:multiLevelType w:val="hybridMultilevel"/>
    <w:tmpl w:val="59B264FA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7C693D"/>
    <w:multiLevelType w:val="hybridMultilevel"/>
    <w:tmpl w:val="FFFFFFFF"/>
    <w:lvl w:ilvl="0" w:tplc="2F8A14D8">
      <w:start w:val="1"/>
      <w:numFmt w:val="decimal"/>
      <w:lvlText w:val="%1."/>
      <w:lvlJc w:val="left"/>
      <w:pPr>
        <w:ind w:left="720" w:hanging="360"/>
      </w:pPr>
    </w:lvl>
    <w:lvl w:ilvl="1" w:tplc="0194FDB4">
      <w:start w:val="1"/>
      <w:numFmt w:val="lowerLetter"/>
      <w:lvlText w:val="%2."/>
      <w:lvlJc w:val="left"/>
      <w:pPr>
        <w:ind w:left="1440" w:hanging="360"/>
      </w:pPr>
    </w:lvl>
    <w:lvl w:ilvl="2" w:tplc="77FEA8CE">
      <w:start w:val="1"/>
      <w:numFmt w:val="lowerRoman"/>
      <w:lvlText w:val="%3."/>
      <w:lvlJc w:val="right"/>
      <w:pPr>
        <w:ind w:left="2160" w:hanging="180"/>
      </w:pPr>
    </w:lvl>
    <w:lvl w:ilvl="3" w:tplc="52FAC760">
      <w:start w:val="1"/>
      <w:numFmt w:val="decimal"/>
      <w:lvlText w:val="%4."/>
      <w:lvlJc w:val="left"/>
      <w:pPr>
        <w:ind w:left="2880" w:hanging="360"/>
      </w:pPr>
    </w:lvl>
    <w:lvl w:ilvl="4" w:tplc="549EC9A0">
      <w:start w:val="1"/>
      <w:numFmt w:val="lowerLetter"/>
      <w:lvlText w:val="%5."/>
      <w:lvlJc w:val="left"/>
      <w:pPr>
        <w:ind w:left="3600" w:hanging="360"/>
      </w:pPr>
    </w:lvl>
    <w:lvl w:ilvl="5" w:tplc="8BE8E5AE">
      <w:start w:val="1"/>
      <w:numFmt w:val="lowerRoman"/>
      <w:lvlText w:val="%6."/>
      <w:lvlJc w:val="right"/>
      <w:pPr>
        <w:ind w:left="4320" w:hanging="180"/>
      </w:pPr>
    </w:lvl>
    <w:lvl w:ilvl="6" w:tplc="D146E64C">
      <w:start w:val="1"/>
      <w:numFmt w:val="decimal"/>
      <w:lvlText w:val="%7."/>
      <w:lvlJc w:val="left"/>
      <w:pPr>
        <w:ind w:left="5040" w:hanging="360"/>
      </w:pPr>
    </w:lvl>
    <w:lvl w:ilvl="7" w:tplc="A39C28DE">
      <w:start w:val="1"/>
      <w:numFmt w:val="lowerLetter"/>
      <w:lvlText w:val="%8."/>
      <w:lvlJc w:val="left"/>
      <w:pPr>
        <w:ind w:left="5760" w:hanging="360"/>
      </w:pPr>
    </w:lvl>
    <w:lvl w:ilvl="8" w:tplc="5966FEF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E5C25"/>
    <w:multiLevelType w:val="hybridMultilevel"/>
    <w:tmpl w:val="FFFFFFFF"/>
    <w:lvl w:ilvl="0" w:tplc="95C6774C">
      <w:start w:val="1"/>
      <w:numFmt w:val="decimal"/>
      <w:lvlText w:val="%1."/>
      <w:lvlJc w:val="left"/>
      <w:pPr>
        <w:ind w:left="720" w:hanging="360"/>
      </w:pPr>
    </w:lvl>
    <w:lvl w:ilvl="1" w:tplc="FF202C9E">
      <w:start w:val="1"/>
      <w:numFmt w:val="lowerLetter"/>
      <w:lvlText w:val="%2."/>
      <w:lvlJc w:val="left"/>
      <w:pPr>
        <w:ind w:left="1440" w:hanging="360"/>
      </w:pPr>
    </w:lvl>
    <w:lvl w:ilvl="2" w:tplc="0FA0D868">
      <w:start w:val="1"/>
      <w:numFmt w:val="lowerRoman"/>
      <w:lvlText w:val="%3."/>
      <w:lvlJc w:val="right"/>
      <w:pPr>
        <w:ind w:left="2160" w:hanging="180"/>
      </w:pPr>
    </w:lvl>
    <w:lvl w:ilvl="3" w:tplc="A67C72E0">
      <w:start w:val="1"/>
      <w:numFmt w:val="decimal"/>
      <w:lvlText w:val="%4."/>
      <w:lvlJc w:val="left"/>
      <w:pPr>
        <w:ind w:left="2880" w:hanging="360"/>
      </w:pPr>
    </w:lvl>
    <w:lvl w:ilvl="4" w:tplc="5C44138E">
      <w:start w:val="1"/>
      <w:numFmt w:val="lowerLetter"/>
      <w:lvlText w:val="%5."/>
      <w:lvlJc w:val="left"/>
      <w:pPr>
        <w:ind w:left="3600" w:hanging="360"/>
      </w:pPr>
    </w:lvl>
    <w:lvl w:ilvl="5" w:tplc="9E98C40E">
      <w:start w:val="1"/>
      <w:numFmt w:val="lowerRoman"/>
      <w:lvlText w:val="%6."/>
      <w:lvlJc w:val="right"/>
      <w:pPr>
        <w:ind w:left="4320" w:hanging="180"/>
      </w:pPr>
    </w:lvl>
    <w:lvl w:ilvl="6" w:tplc="CEB47020">
      <w:start w:val="1"/>
      <w:numFmt w:val="decimal"/>
      <w:lvlText w:val="%7."/>
      <w:lvlJc w:val="left"/>
      <w:pPr>
        <w:ind w:left="5040" w:hanging="360"/>
      </w:pPr>
    </w:lvl>
    <w:lvl w:ilvl="7" w:tplc="0786DB5A">
      <w:start w:val="1"/>
      <w:numFmt w:val="lowerLetter"/>
      <w:lvlText w:val="%8."/>
      <w:lvlJc w:val="left"/>
      <w:pPr>
        <w:ind w:left="5760" w:hanging="360"/>
      </w:pPr>
    </w:lvl>
    <w:lvl w:ilvl="8" w:tplc="C6A8B036">
      <w:start w:val="1"/>
      <w:numFmt w:val="lowerRoman"/>
      <w:lvlText w:val="%9."/>
      <w:lvlJc w:val="right"/>
      <w:pPr>
        <w:ind w:left="6480" w:hanging="180"/>
      </w:pPr>
    </w:lvl>
  </w:abstractNum>
  <w:num w:numId="1" w16cid:durableId="718550055">
    <w:abstractNumId w:val="12"/>
  </w:num>
  <w:num w:numId="2" w16cid:durableId="2116048768">
    <w:abstractNumId w:val="16"/>
  </w:num>
  <w:num w:numId="3" w16cid:durableId="2007511822">
    <w:abstractNumId w:val="4"/>
  </w:num>
  <w:num w:numId="4" w16cid:durableId="2000501468">
    <w:abstractNumId w:val="5"/>
  </w:num>
  <w:num w:numId="5" w16cid:durableId="666128068">
    <w:abstractNumId w:val="3"/>
  </w:num>
  <w:num w:numId="6" w16cid:durableId="658119040">
    <w:abstractNumId w:val="17"/>
  </w:num>
  <w:num w:numId="7" w16cid:durableId="1264605373">
    <w:abstractNumId w:val="9"/>
  </w:num>
  <w:num w:numId="8" w16cid:durableId="1083066498">
    <w:abstractNumId w:val="11"/>
  </w:num>
  <w:num w:numId="9" w16cid:durableId="1608081609">
    <w:abstractNumId w:val="14"/>
  </w:num>
  <w:num w:numId="10" w16cid:durableId="47582053">
    <w:abstractNumId w:val="10"/>
  </w:num>
  <w:num w:numId="11" w16cid:durableId="2105999859">
    <w:abstractNumId w:val="2"/>
  </w:num>
  <w:num w:numId="12" w16cid:durableId="1103301221">
    <w:abstractNumId w:val="7"/>
  </w:num>
  <w:num w:numId="13" w16cid:durableId="246185951">
    <w:abstractNumId w:val="0"/>
  </w:num>
  <w:num w:numId="14" w16cid:durableId="1798836706">
    <w:abstractNumId w:val="15"/>
  </w:num>
  <w:num w:numId="15" w16cid:durableId="893930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9910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0339753">
    <w:abstractNumId w:val="6"/>
  </w:num>
  <w:num w:numId="18" w16cid:durableId="1059858986">
    <w:abstractNumId w:val="8"/>
  </w:num>
  <w:num w:numId="19" w16cid:durableId="763502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7F"/>
    <w:rsid w:val="000012F9"/>
    <w:rsid w:val="00002D3D"/>
    <w:rsid w:val="000038B8"/>
    <w:rsid w:val="0001727A"/>
    <w:rsid w:val="00022FD5"/>
    <w:rsid w:val="00023CF8"/>
    <w:rsid w:val="0003708A"/>
    <w:rsid w:val="000428F6"/>
    <w:rsid w:val="000432C1"/>
    <w:rsid w:val="00047C3F"/>
    <w:rsid w:val="000559F5"/>
    <w:rsid w:val="00076FF1"/>
    <w:rsid w:val="000800D9"/>
    <w:rsid w:val="0008221A"/>
    <w:rsid w:val="000844FF"/>
    <w:rsid w:val="0008500D"/>
    <w:rsid w:val="00086F30"/>
    <w:rsid w:val="00087906"/>
    <w:rsid w:val="000A0788"/>
    <w:rsid w:val="000A1352"/>
    <w:rsid w:val="000B086B"/>
    <w:rsid w:val="000C34D1"/>
    <w:rsid w:val="00104954"/>
    <w:rsid w:val="001106E9"/>
    <w:rsid w:val="00115BC8"/>
    <w:rsid w:val="001237C8"/>
    <w:rsid w:val="00123BCA"/>
    <w:rsid w:val="001339BA"/>
    <w:rsid w:val="0014536C"/>
    <w:rsid w:val="00165959"/>
    <w:rsid w:val="00173CCC"/>
    <w:rsid w:val="00174C90"/>
    <w:rsid w:val="001759FB"/>
    <w:rsid w:val="00180E8B"/>
    <w:rsid w:val="00190C55"/>
    <w:rsid w:val="001932A8"/>
    <w:rsid w:val="001972C9"/>
    <w:rsid w:val="001A1FE1"/>
    <w:rsid w:val="001A472D"/>
    <w:rsid w:val="001C24DA"/>
    <w:rsid w:val="001C3EEA"/>
    <w:rsid w:val="001D0CE5"/>
    <w:rsid w:val="001D265A"/>
    <w:rsid w:val="001E3DB3"/>
    <w:rsid w:val="001F02D4"/>
    <w:rsid w:val="00204212"/>
    <w:rsid w:val="00207AC8"/>
    <w:rsid w:val="00207F1D"/>
    <w:rsid w:val="00212394"/>
    <w:rsid w:val="00215381"/>
    <w:rsid w:val="0021699D"/>
    <w:rsid w:val="00217734"/>
    <w:rsid w:val="002178CC"/>
    <w:rsid w:val="0022188E"/>
    <w:rsid w:val="00227B0D"/>
    <w:rsid w:val="00264C25"/>
    <w:rsid w:val="0027509C"/>
    <w:rsid w:val="00276183"/>
    <w:rsid w:val="00276AD3"/>
    <w:rsid w:val="00286756"/>
    <w:rsid w:val="00287C14"/>
    <w:rsid w:val="002A1257"/>
    <w:rsid w:val="002B0EE6"/>
    <w:rsid w:val="002B550A"/>
    <w:rsid w:val="002B6FB3"/>
    <w:rsid w:val="002E5B7A"/>
    <w:rsid w:val="003131A1"/>
    <w:rsid w:val="00323E09"/>
    <w:rsid w:val="003379E8"/>
    <w:rsid w:val="0034389C"/>
    <w:rsid w:val="00346977"/>
    <w:rsid w:val="00347CED"/>
    <w:rsid w:val="00351649"/>
    <w:rsid w:val="00356128"/>
    <w:rsid w:val="0037000A"/>
    <w:rsid w:val="0037797C"/>
    <w:rsid w:val="00377C3A"/>
    <w:rsid w:val="0038251F"/>
    <w:rsid w:val="00383128"/>
    <w:rsid w:val="00383940"/>
    <w:rsid w:val="003843F7"/>
    <w:rsid w:val="00386343"/>
    <w:rsid w:val="00387D73"/>
    <w:rsid w:val="003950BA"/>
    <w:rsid w:val="003957BB"/>
    <w:rsid w:val="00396F15"/>
    <w:rsid w:val="003A393E"/>
    <w:rsid w:val="003A4AD1"/>
    <w:rsid w:val="003B4616"/>
    <w:rsid w:val="003C0756"/>
    <w:rsid w:val="003C5827"/>
    <w:rsid w:val="003D2C1D"/>
    <w:rsid w:val="003E602B"/>
    <w:rsid w:val="003F54C0"/>
    <w:rsid w:val="0040155B"/>
    <w:rsid w:val="00432650"/>
    <w:rsid w:val="00447533"/>
    <w:rsid w:val="00460A12"/>
    <w:rsid w:val="0048275B"/>
    <w:rsid w:val="0048513A"/>
    <w:rsid w:val="00486C2D"/>
    <w:rsid w:val="00495CE4"/>
    <w:rsid w:val="004B3A7A"/>
    <w:rsid w:val="004B4C32"/>
    <w:rsid w:val="004C09DC"/>
    <w:rsid w:val="004C478B"/>
    <w:rsid w:val="004D303E"/>
    <w:rsid w:val="004D5E32"/>
    <w:rsid w:val="004F65C0"/>
    <w:rsid w:val="00502CD3"/>
    <w:rsid w:val="00504393"/>
    <w:rsid w:val="00507851"/>
    <w:rsid w:val="0053345C"/>
    <w:rsid w:val="0054096C"/>
    <w:rsid w:val="00544965"/>
    <w:rsid w:val="00557CE6"/>
    <w:rsid w:val="00563120"/>
    <w:rsid w:val="005636C3"/>
    <w:rsid w:val="00577013"/>
    <w:rsid w:val="00586F7D"/>
    <w:rsid w:val="00593BD3"/>
    <w:rsid w:val="00594485"/>
    <w:rsid w:val="005A7299"/>
    <w:rsid w:val="005B4230"/>
    <w:rsid w:val="005C04C8"/>
    <w:rsid w:val="005D4E47"/>
    <w:rsid w:val="005E1D84"/>
    <w:rsid w:val="005E5AFF"/>
    <w:rsid w:val="005F3AAF"/>
    <w:rsid w:val="005F4881"/>
    <w:rsid w:val="005F4DEA"/>
    <w:rsid w:val="005F55BB"/>
    <w:rsid w:val="00610895"/>
    <w:rsid w:val="006200B0"/>
    <w:rsid w:val="0062094A"/>
    <w:rsid w:val="00627992"/>
    <w:rsid w:val="00630399"/>
    <w:rsid w:val="00633644"/>
    <w:rsid w:val="00636D13"/>
    <w:rsid w:val="00671BB8"/>
    <w:rsid w:val="00693D7B"/>
    <w:rsid w:val="006A0CCC"/>
    <w:rsid w:val="006A3CD5"/>
    <w:rsid w:val="006B3D74"/>
    <w:rsid w:val="006B71FF"/>
    <w:rsid w:val="006C6307"/>
    <w:rsid w:val="006C6B9F"/>
    <w:rsid w:val="006C79A3"/>
    <w:rsid w:val="006D58D1"/>
    <w:rsid w:val="006F0AB0"/>
    <w:rsid w:val="006F71E6"/>
    <w:rsid w:val="007018B8"/>
    <w:rsid w:val="00705BE4"/>
    <w:rsid w:val="00706F94"/>
    <w:rsid w:val="00710D3C"/>
    <w:rsid w:val="0071360C"/>
    <w:rsid w:val="00713BFF"/>
    <w:rsid w:val="0073625D"/>
    <w:rsid w:val="00740421"/>
    <w:rsid w:val="007408B4"/>
    <w:rsid w:val="00750182"/>
    <w:rsid w:val="0075295A"/>
    <w:rsid w:val="00760733"/>
    <w:rsid w:val="007645D4"/>
    <w:rsid w:val="0076651D"/>
    <w:rsid w:val="00770F5A"/>
    <w:rsid w:val="00782F9D"/>
    <w:rsid w:val="00793C61"/>
    <w:rsid w:val="00794248"/>
    <w:rsid w:val="00796BB1"/>
    <w:rsid w:val="007A0851"/>
    <w:rsid w:val="007A0ADA"/>
    <w:rsid w:val="007A2657"/>
    <w:rsid w:val="007C71BB"/>
    <w:rsid w:val="007D6EC8"/>
    <w:rsid w:val="007E1107"/>
    <w:rsid w:val="007E5F10"/>
    <w:rsid w:val="00805D65"/>
    <w:rsid w:val="00806E15"/>
    <w:rsid w:val="00814FC7"/>
    <w:rsid w:val="00815C50"/>
    <w:rsid w:val="0082078A"/>
    <w:rsid w:val="00824ACB"/>
    <w:rsid w:val="00826E26"/>
    <w:rsid w:val="00827771"/>
    <w:rsid w:val="00830D73"/>
    <w:rsid w:val="00831498"/>
    <w:rsid w:val="0084267B"/>
    <w:rsid w:val="00850223"/>
    <w:rsid w:val="008519E9"/>
    <w:rsid w:val="008532D4"/>
    <w:rsid w:val="0086012C"/>
    <w:rsid w:val="0087590D"/>
    <w:rsid w:val="00895C22"/>
    <w:rsid w:val="008A3DE5"/>
    <w:rsid w:val="008A46EF"/>
    <w:rsid w:val="008A4D60"/>
    <w:rsid w:val="008A672A"/>
    <w:rsid w:val="008B456D"/>
    <w:rsid w:val="008C5D27"/>
    <w:rsid w:val="008D541B"/>
    <w:rsid w:val="008E280B"/>
    <w:rsid w:val="008E7987"/>
    <w:rsid w:val="009128BF"/>
    <w:rsid w:val="00914E50"/>
    <w:rsid w:val="009212FC"/>
    <w:rsid w:val="009417C0"/>
    <w:rsid w:val="00941CF9"/>
    <w:rsid w:val="00945256"/>
    <w:rsid w:val="00955089"/>
    <w:rsid w:val="00957B86"/>
    <w:rsid w:val="00960404"/>
    <w:rsid w:val="00973217"/>
    <w:rsid w:val="00991E22"/>
    <w:rsid w:val="009A56DE"/>
    <w:rsid w:val="009B660E"/>
    <w:rsid w:val="009C56D2"/>
    <w:rsid w:val="009C5D1B"/>
    <w:rsid w:val="009C6C0F"/>
    <w:rsid w:val="009D257F"/>
    <w:rsid w:val="009D6DFB"/>
    <w:rsid w:val="009E0C61"/>
    <w:rsid w:val="009E197C"/>
    <w:rsid w:val="009E2EDB"/>
    <w:rsid w:val="009E3334"/>
    <w:rsid w:val="009E3594"/>
    <w:rsid w:val="009E3D6A"/>
    <w:rsid w:val="009E6CC9"/>
    <w:rsid w:val="009E793C"/>
    <w:rsid w:val="009F47A6"/>
    <w:rsid w:val="009F5AEC"/>
    <w:rsid w:val="009F7BC9"/>
    <w:rsid w:val="00A02F5A"/>
    <w:rsid w:val="00A05603"/>
    <w:rsid w:val="00A26A71"/>
    <w:rsid w:val="00A31526"/>
    <w:rsid w:val="00A42E1B"/>
    <w:rsid w:val="00A42EAE"/>
    <w:rsid w:val="00A50DBD"/>
    <w:rsid w:val="00A52856"/>
    <w:rsid w:val="00A54DCC"/>
    <w:rsid w:val="00A559CB"/>
    <w:rsid w:val="00A56A76"/>
    <w:rsid w:val="00A57D86"/>
    <w:rsid w:val="00A67385"/>
    <w:rsid w:val="00A70C6C"/>
    <w:rsid w:val="00A75A80"/>
    <w:rsid w:val="00AB3852"/>
    <w:rsid w:val="00AB7581"/>
    <w:rsid w:val="00AC34D8"/>
    <w:rsid w:val="00AF3DB5"/>
    <w:rsid w:val="00AF4371"/>
    <w:rsid w:val="00AF52CF"/>
    <w:rsid w:val="00AF7B2F"/>
    <w:rsid w:val="00B017ED"/>
    <w:rsid w:val="00B01D4C"/>
    <w:rsid w:val="00B01E6A"/>
    <w:rsid w:val="00B0399A"/>
    <w:rsid w:val="00B10E94"/>
    <w:rsid w:val="00B116B5"/>
    <w:rsid w:val="00B1519B"/>
    <w:rsid w:val="00B20AC6"/>
    <w:rsid w:val="00B25ED3"/>
    <w:rsid w:val="00B30FDC"/>
    <w:rsid w:val="00B414C5"/>
    <w:rsid w:val="00B44662"/>
    <w:rsid w:val="00B44AE4"/>
    <w:rsid w:val="00B4799D"/>
    <w:rsid w:val="00B54CD6"/>
    <w:rsid w:val="00B56B0E"/>
    <w:rsid w:val="00B628BC"/>
    <w:rsid w:val="00B7202E"/>
    <w:rsid w:val="00B72B7F"/>
    <w:rsid w:val="00B81E3E"/>
    <w:rsid w:val="00B827B7"/>
    <w:rsid w:val="00B92A33"/>
    <w:rsid w:val="00BA0A03"/>
    <w:rsid w:val="00BA358D"/>
    <w:rsid w:val="00BC7093"/>
    <w:rsid w:val="00BC787D"/>
    <w:rsid w:val="00BD0459"/>
    <w:rsid w:val="00BE566F"/>
    <w:rsid w:val="00BF0722"/>
    <w:rsid w:val="00BF2F4E"/>
    <w:rsid w:val="00C011F9"/>
    <w:rsid w:val="00C11636"/>
    <w:rsid w:val="00C15B72"/>
    <w:rsid w:val="00C22E9D"/>
    <w:rsid w:val="00C35DD2"/>
    <w:rsid w:val="00C41CC1"/>
    <w:rsid w:val="00C46275"/>
    <w:rsid w:val="00C5421E"/>
    <w:rsid w:val="00C55A4F"/>
    <w:rsid w:val="00C674D2"/>
    <w:rsid w:val="00C86F24"/>
    <w:rsid w:val="00C91CBC"/>
    <w:rsid w:val="00CB74D4"/>
    <w:rsid w:val="00CC4710"/>
    <w:rsid w:val="00CC47C5"/>
    <w:rsid w:val="00CC679C"/>
    <w:rsid w:val="00CD72D4"/>
    <w:rsid w:val="00CE0741"/>
    <w:rsid w:val="00CE0900"/>
    <w:rsid w:val="00CE33D7"/>
    <w:rsid w:val="00CF0CB7"/>
    <w:rsid w:val="00CF1874"/>
    <w:rsid w:val="00D046D0"/>
    <w:rsid w:val="00D33E2D"/>
    <w:rsid w:val="00D3474F"/>
    <w:rsid w:val="00D41384"/>
    <w:rsid w:val="00D42223"/>
    <w:rsid w:val="00D43A6D"/>
    <w:rsid w:val="00D70497"/>
    <w:rsid w:val="00D7668A"/>
    <w:rsid w:val="00D8241E"/>
    <w:rsid w:val="00D93EB5"/>
    <w:rsid w:val="00DA08DC"/>
    <w:rsid w:val="00DA20CE"/>
    <w:rsid w:val="00DA7F0B"/>
    <w:rsid w:val="00DB6ED2"/>
    <w:rsid w:val="00DB7523"/>
    <w:rsid w:val="00DD28D4"/>
    <w:rsid w:val="00DD4059"/>
    <w:rsid w:val="00DE643E"/>
    <w:rsid w:val="00DF4AC6"/>
    <w:rsid w:val="00DF7AA9"/>
    <w:rsid w:val="00E01B1F"/>
    <w:rsid w:val="00E22DFE"/>
    <w:rsid w:val="00E246D5"/>
    <w:rsid w:val="00E31C38"/>
    <w:rsid w:val="00E50306"/>
    <w:rsid w:val="00E57EAE"/>
    <w:rsid w:val="00E63E8E"/>
    <w:rsid w:val="00E67E77"/>
    <w:rsid w:val="00E721A2"/>
    <w:rsid w:val="00E7538C"/>
    <w:rsid w:val="00E943B5"/>
    <w:rsid w:val="00EA023C"/>
    <w:rsid w:val="00EA034F"/>
    <w:rsid w:val="00EA533C"/>
    <w:rsid w:val="00EC48C5"/>
    <w:rsid w:val="00EC5E69"/>
    <w:rsid w:val="00ED76D1"/>
    <w:rsid w:val="00EE471D"/>
    <w:rsid w:val="00F016B8"/>
    <w:rsid w:val="00F11EF7"/>
    <w:rsid w:val="00F134FD"/>
    <w:rsid w:val="00F26436"/>
    <w:rsid w:val="00F426FE"/>
    <w:rsid w:val="00F435E2"/>
    <w:rsid w:val="00F45CB0"/>
    <w:rsid w:val="00F54C2F"/>
    <w:rsid w:val="00F60092"/>
    <w:rsid w:val="00F7479E"/>
    <w:rsid w:val="00F74C9B"/>
    <w:rsid w:val="00F750BF"/>
    <w:rsid w:val="00F77761"/>
    <w:rsid w:val="00F84131"/>
    <w:rsid w:val="00F84962"/>
    <w:rsid w:val="00F94B4D"/>
    <w:rsid w:val="00FA00B7"/>
    <w:rsid w:val="00FA2F74"/>
    <w:rsid w:val="00FA384F"/>
    <w:rsid w:val="00FB35F6"/>
    <w:rsid w:val="00FC0A50"/>
    <w:rsid w:val="00FD4866"/>
    <w:rsid w:val="00FD4A27"/>
    <w:rsid w:val="00FE2A17"/>
    <w:rsid w:val="00FE3672"/>
    <w:rsid w:val="00FF26DD"/>
    <w:rsid w:val="00FF3473"/>
    <w:rsid w:val="00FF414D"/>
    <w:rsid w:val="00FF43D4"/>
    <w:rsid w:val="018558BE"/>
    <w:rsid w:val="037D1D5C"/>
    <w:rsid w:val="0478FFAB"/>
    <w:rsid w:val="06B4BE1E"/>
    <w:rsid w:val="08B0E6DE"/>
    <w:rsid w:val="08F07C91"/>
    <w:rsid w:val="0C2353EA"/>
    <w:rsid w:val="0E0F6A73"/>
    <w:rsid w:val="13C60024"/>
    <w:rsid w:val="14322597"/>
    <w:rsid w:val="17599523"/>
    <w:rsid w:val="1812AB92"/>
    <w:rsid w:val="18427E41"/>
    <w:rsid w:val="18997147"/>
    <w:rsid w:val="1F662C86"/>
    <w:rsid w:val="1F7C10CA"/>
    <w:rsid w:val="1FBDD544"/>
    <w:rsid w:val="1FC9B6C0"/>
    <w:rsid w:val="214C5EC4"/>
    <w:rsid w:val="22383431"/>
    <w:rsid w:val="2483FF86"/>
    <w:rsid w:val="27DA8A21"/>
    <w:rsid w:val="2A9F3A53"/>
    <w:rsid w:val="2B0C9713"/>
    <w:rsid w:val="2C8F116B"/>
    <w:rsid w:val="30B9592F"/>
    <w:rsid w:val="3115A34F"/>
    <w:rsid w:val="320A5E26"/>
    <w:rsid w:val="33AFE5AE"/>
    <w:rsid w:val="33C14350"/>
    <w:rsid w:val="376494FE"/>
    <w:rsid w:val="3900655F"/>
    <w:rsid w:val="3A15700B"/>
    <w:rsid w:val="3A5DB9A4"/>
    <w:rsid w:val="3DB8A3BF"/>
    <w:rsid w:val="3E0B8934"/>
    <w:rsid w:val="3F1BA02C"/>
    <w:rsid w:val="4017827B"/>
    <w:rsid w:val="40A213FC"/>
    <w:rsid w:val="42EDBA3D"/>
    <w:rsid w:val="4479DD62"/>
    <w:rsid w:val="45E6D5ED"/>
    <w:rsid w:val="46E3B45B"/>
    <w:rsid w:val="46EC1BF4"/>
    <w:rsid w:val="4782A64E"/>
    <w:rsid w:val="48229460"/>
    <w:rsid w:val="491E76AF"/>
    <w:rsid w:val="498BA55D"/>
    <w:rsid w:val="4DAC4A4E"/>
    <w:rsid w:val="4EB0B0F9"/>
    <w:rsid w:val="4FC07731"/>
    <w:rsid w:val="50CD01D4"/>
    <w:rsid w:val="51A73536"/>
    <w:rsid w:val="53057C90"/>
    <w:rsid w:val="5493E854"/>
    <w:rsid w:val="55D11BA5"/>
    <w:rsid w:val="572B9B04"/>
    <w:rsid w:val="5C6B3555"/>
    <w:rsid w:val="5CF28896"/>
    <w:rsid w:val="5DAC5CDE"/>
    <w:rsid w:val="5E1FA127"/>
    <w:rsid w:val="5EB54409"/>
    <w:rsid w:val="5F1E9521"/>
    <w:rsid w:val="62BA3506"/>
    <w:rsid w:val="6574F3AD"/>
    <w:rsid w:val="6878B11E"/>
    <w:rsid w:val="6BC1293A"/>
    <w:rsid w:val="6C292928"/>
    <w:rsid w:val="6C6904D2"/>
    <w:rsid w:val="7205617A"/>
    <w:rsid w:val="72D84656"/>
    <w:rsid w:val="7300660D"/>
    <w:rsid w:val="75CC2D9D"/>
    <w:rsid w:val="75F542F3"/>
    <w:rsid w:val="788E716B"/>
    <w:rsid w:val="78AD2829"/>
    <w:rsid w:val="79AAD7B1"/>
    <w:rsid w:val="7A0FB529"/>
    <w:rsid w:val="7B2DBBA0"/>
    <w:rsid w:val="7D794C50"/>
    <w:rsid w:val="7EA9AC38"/>
    <w:rsid w:val="7F499A4A"/>
    <w:rsid w:val="7FD7F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DE1BA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22FD5"/>
    <w:rPr>
      <w:rFonts w:ascii="Tahoma" w:hAnsi="Tahoma" w:cs="Times New Roman"/>
      <w:sz w:val="16"/>
    </w:rPr>
  </w:style>
  <w:style w:type="character" w:styleId="CommentReference">
    <w:name w:val="annotation reference"/>
    <w:uiPriority w:val="99"/>
    <w:semiHidden/>
    <w:unhideWhenUsed/>
    <w:rsid w:val="000C34D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4D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C34D1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4D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C34D1"/>
    <w:rPr>
      <w:rFonts w:cs="Times New Roman"/>
      <w:b/>
      <w:lang w:val="x-none" w:eastAsia="en-US"/>
    </w:rPr>
  </w:style>
  <w:style w:type="paragraph" w:styleId="Header">
    <w:name w:val="header"/>
    <w:basedOn w:val="Normal"/>
    <w:link w:val="Head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740421"/>
    <w:pPr>
      <w:ind w:left="720"/>
      <w:contextualSpacing/>
    </w:pPr>
  </w:style>
  <w:style w:type="paragraph" w:styleId="NoSpacing">
    <w:name w:val="No Spacing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B628BC"/>
    <w:rPr>
      <w:color w:val="808080"/>
    </w:rPr>
  </w:style>
  <w:style w:type="character" w:styleId="Hyperlink">
    <w:name w:val="Hyperlink"/>
    <w:basedOn w:val="DefaultParagraphFont"/>
    <w:uiPriority w:val="99"/>
    <w:rsid w:val="00B628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2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2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ulin\Threod%20Systems%20O&#220;\5.0%20TST&amp;TRN%20-%205.11%20FLIGHT%20PERMITS%20&amp;%20NOTAM\NOTAM\AUG2021\week34_18.08-19.08\(110821)%20THREOD%20SYSTEMS%20MEHITAMATA%20&#213;HUS&#213;IDUKI%20LENNUTAMISE%20TAOTL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FD939C22A70496AB7CCAAED8FFE7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61971-D673-4268-86E5-DB99767F32B5}"/>
      </w:docPartPr>
      <w:docPartBody>
        <w:p w:rsidR="00320969" w:rsidRDefault="00320969">
          <w:pPr>
            <w:pStyle w:val="0FD939C22A70496AB7CCAAED8FFE7087"/>
          </w:pPr>
          <w:r w:rsidRPr="003B5C3C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69"/>
    <w:rsid w:val="00167E39"/>
    <w:rsid w:val="001C3A8D"/>
    <w:rsid w:val="001D265A"/>
    <w:rsid w:val="002E2AE0"/>
    <w:rsid w:val="00320969"/>
    <w:rsid w:val="00343830"/>
    <w:rsid w:val="003B0FB8"/>
    <w:rsid w:val="00412C92"/>
    <w:rsid w:val="004849A4"/>
    <w:rsid w:val="004B37E8"/>
    <w:rsid w:val="00507851"/>
    <w:rsid w:val="0053345C"/>
    <w:rsid w:val="005448FE"/>
    <w:rsid w:val="005D169A"/>
    <w:rsid w:val="00604546"/>
    <w:rsid w:val="006502F4"/>
    <w:rsid w:val="00653154"/>
    <w:rsid w:val="00664809"/>
    <w:rsid w:val="006A3CD5"/>
    <w:rsid w:val="007437B2"/>
    <w:rsid w:val="007439FF"/>
    <w:rsid w:val="007A0ADA"/>
    <w:rsid w:val="008B5E8D"/>
    <w:rsid w:val="00945256"/>
    <w:rsid w:val="009E3D6A"/>
    <w:rsid w:val="00A053CC"/>
    <w:rsid w:val="00A24B75"/>
    <w:rsid w:val="00A27A0F"/>
    <w:rsid w:val="00AD1FD5"/>
    <w:rsid w:val="00B1519B"/>
    <w:rsid w:val="00B400D3"/>
    <w:rsid w:val="00B827B7"/>
    <w:rsid w:val="00BA0A03"/>
    <w:rsid w:val="00BC6A58"/>
    <w:rsid w:val="00BC6FFE"/>
    <w:rsid w:val="00BE491F"/>
    <w:rsid w:val="00C15F83"/>
    <w:rsid w:val="00C276F7"/>
    <w:rsid w:val="00D12E0F"/>
    <w:rsid w:val="00D3474F"/>
    <w:rsid w:val="00E46EE8"/>
    <w:rsid w:val="00E50306"/>
    <w:rsid w:val="00E75F44"/>
    <w:rsid w:val="00E776A4"/>
    <w:rsid w:val="00EA0682"/>
    <w:rsid w:val="00EF5902"/>
    <w:rsid w:val="00F535A9"/>
    <w:rsid w:val="00F7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4B75"/>
    <w:rPr>
      <w:color w:val="808080"/>
    </w:rPr>
  </w:style>
  <w:style w:type="paragraph" w:customStyle="1" w:styleId="0FD939C22A70496AB7CCAAED8FFE7087">
    <w:name w:val="0FD939C22A70496AB7CCAAED8FFE70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7DD1274E941C4BBE428C455319EC91" ma:contentTypeVersion="7" ma:contentTypeDescription="Create a new document." ma:contentTypeScope="" ma:versionID="71d5c1a06e7025c6b181befb538ed4e6">
  <xsd:schema xmlns:xsd="http://www.w3.org/2001/XMLSchema" xmlns:xs="http://www.w3.org/2001/XMLSchema" xmlns:p="http://schemas.microsoft.com/office/2006/metadata/properties" xmlns:ns2="a7c84f88-a3ab-470e-b271-cb24560b9a57" targetNamespace="http://schemas.microsoft.com/office/2006/metadata/properties" ma:root="true" ma:fieldsID="338e340c3767723351bb0a908ecbdfdc" ns2:_="">
    <xsd:import namespace="a7c84f88-a3ab-470e-b271-cb24560b9a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84f88-a3ab-470e-b271-cb24560b9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DEBC68-578E-654D-8F98-BAF975A1CD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311A5B-4BBB-4839-9313-2380336632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48824C-083F-4420-AE15-239A66949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c84f88-a3ab-470e-b271-cb24560b9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638D06-8661-43DD-9805-86A105A736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C:\Users\Barulin\Threod Systems OÜ\5.0 TST&amp;TRN - 5.11 FLIGHT PERMITS &amp; NOTAM\NOTAM\AUG2021\week34_18.08-19.08\(110821) THREOD SYSTEMS MEHITAMATA ÕHUSÕIDUKI LENNUTAMISE TAOTLUS.dotx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2024-05-15T09:36:00Z</dcterms:created>
  <dcterms:modified xsi:type="dcterms:W3CDTF">2025-09-22T05:53:00Z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31</vt:lpwstr>
  </property>
  <property fmtid="{D5CDD505-2E9C-101B-9397-08002B2CF9AE}" pid="3" name="ContentTypeId">
    <vt:lpwstr>0x010100787DD1274E941C4BBE428C455319EC91</vt:lpwstr>
  </property>
</Properties>
</file>